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3536A" w14:textId="01EA4140" w:rsidR="00955133" w:rsidRPr="00190A78" w:rsidRDefault="00955133" w:rsidP="00436BED">
      <w:pPr>
        <w:pStyle w:val="Heading1"/>
        <w:rPr>
          <w:b/>
          <w:bCs/>
          <w:color w:val="79498B" w:themeColor="accent6"/>
          <w:sz w:val="44"/>
          <w:szCs w:val="21"/>
        </w:rPr>
      </w:pPr>
      <w:r w:rsidRPr="00190A78">
        <w:rPr>
          <w:b/>
          <w:bCs/>
          <w:color w:val="79498B" w:themeColor="accent6"/>
          <w:sz w:val="44"/>
          <w:szCs w:val="21"/>
        </w:rPr>
        <w:t>Application Page (For Volunteer &amp; Combined Packages)</w:t>
      </w:r>
    </w:p>
    <w:p w14:paraId="25440483" w14:textId="31BA217B" w:rsidR="00955133" w:rsidRPr="00D53B5F" w:rsidRDefault="00955133" w:rsidP="00D53B5F">
      <w:pPr>
        <w:pStyle w:val="Heading1"/>
        <w:rPr>
          <w:sz w:val="40"/>
          <w:szCs w:val="20"/>
        </w:rPr>
      </w:pPr>
      <w:r w:rsidRPr="00963357">
        <w:rPr>
          <w:sz w:val="40"/>
          <w:szCs w:val="20"/>
        </w:rPr>
        <w:t>Apply to Volunteer &amp; Travel in Bangladesh</w:t>
      </w:r>
    </w:p>
    <w:p w14:paraId="3D6DE577" w14:textId="77777777" w:rsidR="00955133" w:rsidRPr="00963357" w:rsidRDefault="00955133" w:rsidP="00963357">
      <w:pPr>
        <w:pStyle w:val="Heading1"/>
        <w:rPr>
          <w:sz w:val="40"/>
          <w:szCs w:val="20"/>
        </w:rPr>
      </w:pPr>
      <w:r w:rsidRPr="00963357">
        <w:rPr>
          <w:sz w:val="40"/>
          <w:szCs w:val="20"/>
        </w:rPr>
        <w:t>Step 1: Choose Your Program</w:t>
      </w:r>
    </w:p>
    <w:p w14:paraId="35652DC8" w14:textId="4CA3423A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>Please select the program you wish to apply for:</w:t>
      </w:r>
    </w:p>
    <w:p w14:paraId="059A256E" w14:textId="37AB0B9C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Volunteer Program</w:t>
      </w:r>
      <w:r w:rsidR="00963357" w:rsidRPr="00963357">
        <w:rPr>
          <w:b/>
          <w:bCs/>
          <w:color w:val="000000" w:themeColor="text1"/>
          <w:sz w:val="22"/>
          <w:szCs w:val="22"/>
        </w:rPr>
        <w:t xml:space="preserve"> </w:t>
      </w:r>
      <w:r w:rsidRPr="00963357">
        <w:rPr>
          <w:b/>
          <w:bCs/>
          <w:color w:val="000000" w:themeColor="text1"/>
          <w:sz w:val="22"/>
          <w:szCs w:val="22"/>
        </w:rPr>
        <w:t>(Weeks 1 &amp; 2)</w:t>
      </w:r>
    </w:p>
    <w:p w14:paraId="059AA34A" w14:textId="77777777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Impactful community projects in Bangladesh.</w:t>
      </w:r>
    </w:p>
    <w:p w14:paraId="26B2ECA9" w14:textId="2E307D0B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</w:t>
      </w:r>
      <w:r w:rsidRPr="00436BED">
        <w:rPr>
          <w:b/>
          <w:bCs/>
          <w:sz w:val="22"/>
          <w:szCs w:val="22"/>
        </w:rPr>
        <w:t>Note:</w:t>
      </w:r>
      <w:r w:rsidRPr="00955133">
        <w:rPr>
          <w:sz w:val="22"/>
          <w:szCs w:val="22"/>
        </w:rPr>
        <w:t xml:space="preserve"> Requires application review and acceptance.</w:t>
      </w:r>
    </w:p>
    <w:p w14:paraId="392DC57E" w14:textId="77777777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Combined Program* *(Weeks 1–4)</w:t>
      </w:r>
    </w:p>
    <w:p w14:paraId="2BFE5229" w14:textId="77777777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Volunteer work plus travel exploration.</w:t>
      </w:r>
    </w:p>
    <w:p w14:paraId="398C390E" w14:textId="1539DDE6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</w:t>
      </w:r>
      <w:r w:rsidRPr="00436BED">
        <w:rPr>
          <w:b/>
          <w:bCs/>
          <w:sz w:val="22"/>
          <w:szCs w:val="22"/>
        </w:rPr>
        <w:t>Note:</w:t>
      </w:r>
      <w:r w:rsidRPr="00955133">
        <w:rPr>
          <w:sz w:val="22"/>
          <w:szCs w:val="22"/>
        </w:rPr>
        <w:t xml:space="preserve"> Requires application review and acceptance.</w:t>
      </w:r>
    </w:p>
    <w:p w14:paraId="6062472D" w14:textId="68027E4B" w:rsidR="00955133" w:rsidRDefault="00955133" w:rsidP="00955133">
      <w:pPr>
        <w:rPr>
          <w:color w:val="C00000"/>
          <w:sz w:val="22"/>
          <w:szCs w:val="22"/>
        </w:rPr>
      </w:pPr>
      <w:r w:rsidRPr="00963357">
        <w:rPr>
          <w:color w:val="C00000"/>
          <w:sz w:val="22"/>
          <w:szCs w:val="22"/>
        </w:rPr>
        <w:t>(Radio buttons or dropdown)</w:t>
      </w:r>
    </w:p>
    <w:p w14:paraId="0D123A2E" w14:textId="77777777" w:rsidR="00D53B5F" w:rsidRPr="00D53B5F" w:rsidRDefault="00D53B5F" w:rsidP="00955133">
      <w:pPr>
        <w:rPr>
          <w:color w:val="C00000"/>
          <w:sz w:val="22"/>
          <w:szCs w:val="22"/>
        </w:rPr>
      </w:pPr>
    </w:p>
    <w:p w14:paraId="13789F03" w14:textId="7FACBEDE" w:rsidR="00955133" w:rsidRPr="00963357" w:rsidRDefault="00955133" w:rsidP="00963357">
      <w:pPr>
        <w:pStyle w:val="Heading1"/>
        <w:rPr>
          <w:sz w:val="40"/>
          <w:szCs w:val="20"/>
        </w:rPr>
      </w:pPr>
      <w:r w:rsidRPr="00963357">
        <w:rPr>
          <w:sz w:val="40"/>
          <w:szCs w:val="20"/>
        </w:rPr>
        <w:t>Step 2: Personal Details</w:t>
      </w:r>
    </w:p>
    <w:p w14:paraId="1578E599" w14:textId="28115CA1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Full Name:</w:t>
      </w:r>
    </w:p>
    <w:p w14:paraId="39CF1084" w14:textId="499D7B5A" w:rsidR="00955133" w:rsidRPr="00436BED" w:rsidRDefault="00955133" w:rsidP="00955133">
      <w:pPr>
        <w:rPr>
          <w:color w:val="C00000"/>
          <w:sz w:val="22"/>
          <w:szCs w:val="22"/>
        </w:rPr>
      </w:pPr>
      <w:r w:rsidRPr="00436BED">
        <w:rPr>
          <w:color w:val="C00000"/>
          <w:sz w:val="22"/>
          <w:szCs w:val="22"/>
        </w:rPr>
        <w:t xml:space="preserve">  [Text box]</w:t>
      </w:r>
    </w:p>
    <w:p w14:paraId="57B978AF" w14:textId="4948879F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lastRenderedPageBreak/>
        <w:t>Date of Birth:</w:t>
      </w:r>
    </w:p>
    <w:p w14:paraId="1E34D234" w14:textId="39920563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</w:t>
      </w:r>
      <w:r w:rsidRPr="00436BED">
        <w:rPr>
          <w:color w:val="C00000"/>
          <w:sz w:val="22"/>
          <w:szCs w:val="22"/>
        </w:rPr>
        <w:t>[Date picker]</w:t>
      </w:r>
    </w:p>
    <w:p w14:paraId="46536E38" w14:textId="77777777" w:rsidR="00963357" w:rsidRPr="00963357" w:rsidRDefault="00955133" w:rsidP="00955133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Gender:</w:t>
      </w:r>
    </w:p>
    <w:p w14:paraId="2D0EA971" w14:textId="31E56AB4" w:rsidR="00955133" w:rsidRPr="00955133" w:rsidRDefault="00955133" w:rsidP="00955133">
      <w:pPr>
        <w:rPr>
          <w:sz w:val="22"/>
          <w:szCs w:val="22"/>
        </w:rPr>
      </w:pPr>
      <w:r w:rsidRPr="00963357">
        <w:rPr>
          <w:sz w:val="22"/>
          <w:szCs w:val="22"/>
        </w:rPr>
        <w:t xml:space="preserve">  </w:t>
      </w:r>
      <w:r w:rsidRPr="00436BED">
        <w:rPr>
          <w:color w:val="C00000"/>
          <w:sz w:val="22"/>
          <w:szCs w:val="22"/>
        </w:rPr>
        <w:t>[Dropdown: Male, Female, Other]</w:t>
      </w:r>
    </w:p>
    <w:p w14:paraId="26873190" w14:textId="1D927DB5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Nationality:</w:t>
      </w:r>
    </w:p>
    <w:p w14:paraId="2F6F2D89" w14:textId="493B36A9" w:rsidR="00955133" w:rsidRPr="00436BED" w:rsidRDefault="00955133" w:rsidP="00955133">
      <w:pPr>
        <w:rPr>
          <w:color w:val="C00000"/>
          <w:sz w:val="22"/>
          <w:szCs w:val="22"/>
        </w:rPr>
      </w:pPr>
      <w:r w:rsidRPr="00436BED">
        <w:rPr>
          <w:color w:val="C00000"/>
          <w:sz w:val="22"/>
          <w:szCs w:val="22"/>
        </w:rPr>
        <w:t xml:space="preserve">  [Text box]</w:t>
      </w:r>
    </w:p>
    <w:p w14:paraId="57329AFD" w14:textId="50943EEE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Contact Number:</w:t>
      </w:r>
    </w:p>
    <w:p w14:paraId="3EBFAF80" w14:textId="212343CF" w:rsidR="00955133" w:rsidRPr="00436BED" w:rsidRDefault="00955133" w:rsidP="00955133">
      <w:pPr>
        <w:rPr>
          <w:color w:val="C00000"/>
          <w:sz w:val="22"/>
          <w:szCs w:val="22"/>
        </w:rPr>
      </w:pPr>
      <w:r w:rsidRPr="00436BED">
        <w:rPr>
          <w:color w:val="C00000"/>
          <w:sz w:val="22"/>
          <w:szCs w:val="22"/>
        </w:rPr>
        <w:t xml:space="preserve">  [Text box with country code]</w:t>
      </w:r>
    </w:p>
    <w:p w14:paraId="5ABC8B14" w14:textId="059B4231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Email Address:</w:t>
      </w:r>
    </w:p>
    <w:p w14:paraId="71D2FCE8" w14:textId="0F4EAB8A" w:rsidR="00955133" w:rsidRPr="00436BED" w:rsidRDefault="00955133" w:rsidP="00955133">
      <w:pPr>
        <w:rPr>
          <w:color w:val="C00000"/>
          <w:sz w:val="22"/>
          <w:szCs w:val="22"/>
        </w:rPr>
      </w:pPr>
      <w:r w:rsidRPr="00436BED">
        <w:rPr>
          <w:color w:val="C00000"/>
          <w:sz w:val="22"/>
          <w:szCs w:val="22"/>
        </w:rPr>
        <w:t xml:space="preserve">  [Text box]</w:t>
      </w:r>
    </w:p>
    <w:p w14:paraId="3DDACC55" w14:textId="77777777" w:rsidR="00436BED" w:rsidRPr="00436BED" w:rsidRDefault="00436BED" w:rsidP="00436BED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436BED">
        <w:rPr>
          <w:b/>
          <w:bCs/>
          <w:color w:val="000000" w:themeColor="text1"/>
          <w:sz w:val="22"/>
          <w:szCs w:val="22"/>
        </w:rPr>
        <w:t>Emergency Contact:</w:t>
      </w:r>
    </w:p>
    <w:p w14:paraId="0DDDAEFA" w14:textId="3E0F7FBA" w:rsidR="00436BED" w:rsidRPr="00436BED" w:rsidRDefault="00436BED" w:rsidP="00436BED">
      <w:pPr>
        <w:pStyle w:val="ListParagraph"/>
        <w:numPr>
          <w:ilvl w:val="0"/>
          <w:numId w:val="13"/>
        </w:numPr>
        <w:rPr>
          <w:color w:val="C00000"/>
          <w:sz w:val="22"/>
          <w:szCs w:val="22"/>
        </w:rPr>
      </w:pPr>
      <w:r w:rsidRPr="00436BED">
        <w:rPr>
          <w:sz w:val="22"/>
          <w:szCs w:val="22"/>
        </w:rPr>
        <w:t>Name</w:t>
      </w:r>
      <w:proofErr w:type="gramStart"/>
      <w:r w:rsidRPr="00436BED">
        <w:rPr>
          <w:sz w:val="22"/>
          <w:szCs w:val="22"/>
        </w:rPr>
        <w:t xml:space="preserve"> </w:t>
      </w:r>
      <w:r w:rsidRPr="00436BED">
        <w:rPr>
          <w:sz w:val="22"/>
          <w:szCs w:val="22"/>
        </w:rPr>
        <w:t xml:space="preserve">  </w:t>
      </w:r>
      <w:r w:rsidRPr="00436BED">
        <w:rPr>
          <w:color w:val="C00000"/>
          <w:sz w:val="22"/>
          <w:szCs w:val="22"/>
        </w:rPr>
        <w:t>[</w:t>
      </w:r>
      <w:proofErr w:type="gramEnd"/>
      <w:r w:rsidRPr="00436BED">
        <w:rPr>
          <w:color w:val="C00000"/>
          <w:sz w:val="22"/>
          <w:szCs w:val="22"/>
        </w:rPr>
        <w:t>Text area]</w:t>
      </w:r>
    </w:p>
    <w:p w14:paraId="0C8E54FC" w14:textId="67F3BD10" w:rsidR="00436BED" w:rsidRPr="00436BED" w:rsidRDefault="00436BED" w:rsidP="00436BED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436BED">
        <w:rPr>
          <w:sz w:val="22"/>
          <w:szCs w:val="22"/>
        </w:rPr>
        <w:t>Relationship</w:t>
      </w:r>
      <w:r>
        <w:rPr>
          <w:sz w:val="22"/>
          <w:szCs w:val="22"/>
        </w:rPr>
        <w:t xml:space="preserve"> </w:t>
      </w:r>
      <w:r w:rsidRPr="00436BED">
        <w:rPr>
          <w:color w:val="C00000"/>
          <w:sz w:val="22"/>
          <w:szCs w:val="22"/>
        </w:rPr>
        <w:t>[Text area]</w:t>
      </w:r>
    </w:p>
    <w:p w14:paraId="2ED85FAA" w14:textId="51C72E49" w:rsidR="00436BED" w:rsidRPr="00190A78" w:rsidRDefault="00436BED" w:rsidP="0095513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436BED">
        <w:rPr>
          <w:sz w:val="22"/>
          <w:szCs w:val="22"/>
        </w:rPr>
        <w:t>Phone Number</w:t>
      </w:r>
      <w:r>
        <w:rPr>
          <w:sz w:val="22"/>
          <w:szCs w:val="22"/>
        </w:rPr>
        <w:t xml:space="preserve"> </w:t>
      </w:r>
      <w:r w:rsidRPr="00436BED">
        <w:rPr>
          <w:color w:val="C00000"/>
          <w:sz w:val="22"/>
          <w:szCs w:val="22"/>
        </w:rPr>
        <w:t>[Text area]</w:t>
      </w:r>
    </w:p>
    <w:p w14:paraId="463D404D" w14:textId="77777777" w:rsidR="00955133" w:rsidRPr="00963357" w:rsidRDefault="00955133" w:rsidP="00963357">
      <w:pPr>
        <w:pStyle w:val="Heading1"/>
        <w:rPr>
          <w:sz w:val="40"/>
          <w:szCs w:val="20"/>
        </w:rPr>
      </w:pPr>
      <w:r w:rsidRPr="00963357">
        <w:rPr>
          <w:sz w:val="40"/>
          <w:szCs w:val="20"/>
        </w:rPr>
        <w:t>Step 3: Program Details</w:t>
      </w:r>
    </w:p>
    <w:p w14:paraId="2D81D1B9" w14:textId="02F858B6" w:rsidR="00955133" w:rsidRPr="00963357" w:rsidRDefault="00955133" w:rsidP="00963357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963357">
        <w:rPr>
          <w:b/>
          <w:bCs/>
          <w:color w:val="000000" w:themeColor="text1"/>
          <w:sz w:val="22"/>
          <w:szCs w:val="22"/>
        </w:rPr>
        <w:t>Select Program Type:</w:t>
      </w:r>
    </w:p>
    <w:p w14:paraId="68576C1D" w14:textId="77777777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[Dropdown or radio buttons]</w:t>
      </w:r>
    </w:p>
    <w:p w14:paraId="7CDB806E" w14:textId="5246B39C" w:rsidR="00955133" w:rsidRPr="00D53B5F" w:rsidRDefault="00955133" w:rsidP="00963357">
      <w:pPr>
        <w:pStyle w:val="ListParagraph"/>
        <w:numPr>
          <w:ilvl w:val="0"/>
          <w:numId w:val="13"/>
        </w:numPr>
        <w:rPr>
          <w:b/>
          <w:bCs/>
          <w:sz w:val="22"/>
          <w:szCs w:val="22"/>
        </w:rPr>
      </w:pPr>
      <w:r w:rsidRPr="00D53B5F">
        <w:rPr>
          <w:b/>
          <w:bCs/>
          <w:sz w:val="22"/>
          <w:szCs w:val="22"/>
        </w:rPr>
        <w:t>Volunteer Program</w:t>
      </w:r>
    </w:p>
    <w:p w14:paraId="00CC60F3" w14:textId="4BE31391" w:rsidR="000A7129" w:rsidRDefault="00955133" w:rsidP="000A7129">
      <w:pPr>
        <w:pStyle w:val="ListParagraph"/>
        <w:numPr>
          <w:ilvl w:val="0"/>
          <w:numId w:val="13"/>
        </w:numPr>
        <w:rPr>
          <w:b/>
          <w:bCs/>
          <w:sz w:val="22"/>
          <w:szCs w:val="22"/>
        </w:rPr>
      </w:pPr>
      <w:r w:rsidRPr="00D53B5F">
        <w:rPr>
          <w:b/>
          <w:bCs/>
          <w:sz w:val="22"/>
          <w:szCs w:val="22"/>
        </w:rPr>
        <w:t>Combined Program</w:t>
      </w:r>
    </w:p>
    <w:p w14:paraId="3EDE0C46" w14:textId="77777777" w:rsidR="000A7129" w:rsidRDefault="000A7129" w:rsidP="000A7129">
      <w:pPr>
        <w:pStyle w:val="ListParagraph"/>
        <w:rPr>
          <w:b/>
          <w:bCs/>
          <w:sz w:val="22"/>
          <w:szCs w:val="22"/>
        </w:rPr>
      </w:pPr>
    </w:p>
    <w:p w14:paraId="10618C18" w14:textId="77777777" w:rsidR="00190A78" w:rsidRPr="000A7129" w:rsidRDefault="00190A78" w:rsidP="000A7129">
      <w:pPr>
        <w:pStyle w:val="ListParagraph"/>
        <w:rPr>
          <w:b/>
          <w:bCs/>
          <w:sz w:val="22"/>
          <w:szCs w:val="22"/>
        </w:rPr>
      </w:pPr>
    </w:p>
    <w:p w14:paraId="33A7388F" w14:textId="56FA024F" w:rsidR="00436BED" w:rsidRPr="00190A78" w:rsidRDefault="00955133" w:rsidP="00436BED">
      <w:pPr>
        <w:pStyle w:val="ListParagraph"/>
        <w:numPr>
          <w:ilvl w:val="0"/>
          <w:numId w:val="13"/>
        </w:numPr>
        <w:rPr>
          <w:b/>
          <w:bCs/>
          <w:color w:val="000000" w:themeColor="text1"/>
          <w:sz w:val="22"/>
          <w:szCs w:val="22"/>
        </w:rPr>
      </w:pPr>
      <w:r w:rsidRPr="00D53B5F">
        <w:rPr>
          <w:b/>
          <w:bCs/>
          <w:color w:val="000000" w:themeColor="text1"/>
          <w:sz w:val="22"/>
          <w:szCs w:val="22"/>
        </w:rPr>
        <w:lastRenderedPageBreak/>
        <w:t>Preferred Start Date:</w:t>
      </w:r>
      <w:r w:rsidR="00190A78">
        <w:rPr>
          <w:b/>
          <w:bCs/>
          <w:color w:val="000000" w:themeColor="text1"/>
          <w:sz w:val="22"/>
          <w:szCs w:val="22"/>
        </w:rPr>
        <w:t xml:space="preserve"> </w:t>
      </w:r>
      <w:r w:rsidRPr="00190A78">
        <w:rPr>
          <w:color w:val="C00000"/>
          <w:sz w:val="22"/>
          <w:szCs w:val="22"/>
        </w:rPr>
        <w:t>[Date picker]</w:t>
      </w:r>
      <w:r w:rsidR="00436BED" w:rsidRPr="00190A78">
        <w:rPr>
          <w:color w:val="C00000"/>
          <w:sz w:val="22"/>
          <w:szCs w:val="22"/>
        </w:rPr>
        <w:t xml:space="preserve"> </w:t>
      </w:r>
      <w:r w:rsidR="00436BED" w:rsidRPr="00190A78">
        <w:rPr>
          <w:color w:val="EE0000"/>
          <w:sz w:val="22"/>
          <w:szCs w:val="22"/>
        </w:rPr>
        <w:t xml:space="preserve">add drop down of </w:t>
      </w:r>
      <w:r w:rsidR="00436BED" w:rsidRPr="00190A78">
        <w:rPr>
          <w:color w:val="EE0000"/>
          <w:sz w:val="22"/>
          <w:szCs w:val="22"/>
        </w:rPr>
        <w:t>Calander</w:t>
      </w:r>
      <w:r w:rsidR="00436BED" w:rsidRPr="00190A78">
        <w:rPr>
          <w:color w:val="EE0000"/>
          <w:sz w:val="22"/>
          <w:szCs w:val="22"/>
        </w:rPr>
        <w:t xml:space="preserve"> dates for 1</w:t>
      </w:r>
      <w:r w:rsidR="00436BED" w:rsidRPr="00190A78">
        <w:rPr>
          <w:color w:val="EE0000"/>
          <w:sz w:val="22"/>
          <w:szCs w:val="22"/>
          <w:vertAlign w:val="superscript"/>
        </w:rPr>
        <w:t>st</w:t>
      </w:r>
      <w:r w:rsidR="00436BED" w:rsidRPr="00190A78">
        <w:rPr>
          <w:color w:val="EE0000"/>
          <w:sz w:val="22"/>
          <w:szCs w:val="22"/>
        </w:rPr>
        <w:t xml:space="preserve"> and 15</w:t>
      </w:r>
      <w:r w:rsidR="00436BED" w:rsidRPr="00190A78">
        <w:rPr>
          <w:color w:val="EE0000"/>
          <w:sz w:val="22"/>
          <w:szCs w:val="22"/>
          <w:vertAlign w:val="superscript"/>
        </w:rPr>
        <w:t>th</w:t>
      </w:r>
      <w:r w:rsidR="00436BED" w:rsidRPr="00190A78">
        <w:rPr>
          <w:color w:val="EE0000"/>
          <w:sz w:val="22"/>
          <w:szCs w:val="22"/>
        </w:rPr>
        <w:t xml:space="preserve"> of every month</w:t>
      </w:r>
    </w:p>
    <w:p w14:paraId="3331D829" w14:textId="57AFAB53" w:rsidR="00436BED" w:rsidRPr="00436BED" w:rsidRDefault="00436BED" w:rsidP="00436BED">
      <w:pPr>
        <w:pStyle w:val="ListParagraph"/>
        <w:numPr>
          <w:ilvl w:val="0"/>
          <w:numId w:val="18"/>
        </w:numPr>
        <w:rPr>
          <w:b/>
          <w:bCs/>
          <w:color w:val="000000" w:themeColor="text1"/>
          <w:sz w:val="22"/>
          <w:szCs w:val="22"/>
        </w:rPr>
      </w:pPr>
      <w:r w:rsidRPr="00436BED">
        <w:rPr>
          <w:b/>
          <w:bCs/>
          <w:color w:val="000000" w:themeColor="text1"/>
          <w:sz w:val="22"/>
          <w:szCs w:val="22"/>
        </w:rPr>
        <w:t>Arrival Flight Details (if known)</w:t>
      </w:r>
      <w:r w:rsidR="00190A78">
        <w:rPr>
          <w:b/>
          <w:bCs/>
          <w:color w:val="000000" w:themeColor="text1"/>
          <w:sz w:val="22"/>
          <w:szCs w:val="22"/>
        </w:rPr>
        <w:t xml:space="preserve"> </w:t>
      </w:r>
      <w:r w:rsidR="00190A78" w:rsidRPr="00436BED">
        <w:rPr>
          <w:color w:val="C00000"/>
          <w:sz w:val="22"/>
          <w:szCs w:val="22"/>
        </w:rPr>
        <w:t>[Text area]</w:t>
      </w:r>
    </w:p>
    <w:p w14:paraId="68E8B0C2" w14:textId="52847408" w:rsidR="00436BED" w:rsidRPr="00436BED" w:rsidRDefault="00436BED" w:rsidP="00955133">
      <w:pPr>
        <w:pStyle w:val="ListParagraph"/>
        <w:numPr>
          <w:ilvl w:val="0"/>
          <w:numId w:val="18"/>
        </w:numPr>
        <w:rPr>
          <w:b/>
          <w:bCs/>
          <w:color w:val="000000" w:themeColor="text1"/>
          <w:sz w:val="22"/>
          <w:szCs w:val="22"/>
        </w:rPr>
      </w:pPr>
      <w:r w:rsidRPr="00436BED">
        <w:rPr>
          <w:b/>
          <w:bCs/>
          <w:color w:val="000000" w:themeColor="text1"/>
          <w:sz w:val="22"/>
          <w:szCs w:val="22"/>
        </w:rPr>
        <w:t>Any special dietary requirements or medical conditions?</w:t>
      </w:r>
      <w:r w:rsidR="00190A78">
        <w:rPr>
          <w:b/>
          <w:bCs/>
          <w:color w:val="000000" w:themeColor="text1"/>
          <w:sz w:val="22"/>
          <w:szCs w:val="22"/>
        </w:rPr>
        <w:t xml:space="preserve"> </w:t>
      </w:r>
      <w:r w:rsidR="00190A78" w:rsidRPr="00436BED">
        <w:rPr>
          <w:color w:val="C00000"/>
          <w:sz w:val="22"/>
          <w:szCs w:val="22"/>
        </w:rPr>
        <w:t>[Text area]</w:t>
      </w:r>
    </w:p>
    <w:p w14:paraId="04CE806C" w14:textId="6984E1E1" w:rsidR="00955133" w:rsidRPr="00190A78" w:rsidRDefault="00955133" w:rsidP="00955133">
      <w:pPr>
        <w:pStyle w:val="ListParagraph"/>
        <w:numPr>
          <w:ilvl w:val="0"/>
          <w:numId w:val="14"/>
        </w:numPr>
        <w:rPr>
          <w:b/>
          <w:bCs/>
          <w:color w:val="000000" w:themeColor="text1"/>
          <w:sz w:val="22"/>
          <w:szCs w:val="22"/>
        </w:rPr>
      </w:pPr>
      <w:r w:rsidRPr="00D53B5F">
        <w:rPr>
          <w:b/>
          <w:bCs/>
          <w:color w:val="000000" w:themeColor="text1"/>
          <w:sz w:val="22"/>
          <w:szCs w:val="22"/>
        </w:rPr>
        <w:t>Travel Documents (Passport/Visa):</w:t>
      </w:r>
      <w:r w:rsidR="00190A78">
        <w:rPr>
          <w:b/>
          <w:bCs/>
          <w:color w:val="000000" w:themeColor="text1"/>
          <w:sz w:val="22"/>
          <w:szCs w:val="22"/>
        </w:rPr>
        <w:t xml:space="preserve"> </w:t>
      </w:r>
      <w:r w:rsidRPr="00190A78">
        <w:rPr>
          <w:color w:val="C00000"/>
          <w:sz w:val="22"/>
          <w:szCs w:val="22"/>
        </w:rPr>
        <w:t xml:space="preserve">[Upload button] </w:t>
      </w:r>
    </w:p>
    <w:p w14:paraId="01215334" w14:textId="2325F8B0" w:rsidR="00955133" w:rsidRPr="00D53B5F" w:rsidRDefault="00955133" w:rsidP="00D53B5F">
      <w:pPr>
        <w:pStyle w:val="Heading1"/>
        <w:rPr>
          <w:sz w:val="40"/>
          <w:szCs w:val="20"/>
        </w:rPr>
      </w:pPr>
      <w:r w:rsidRPr="00D53B5F">
        <w:rPr>
          <w:sz w:val="40"/>
          <w:szCs w:val="20"/>
        </w:rPr>
        <w:t xml:space="preserve">Step 4: Additional Information </w:t>
      </w:r>
    </w:p>
    <w:p w14:paraId="67C5CC67" w14:textId="77777777" w:rsidR="00955133" w:rsidRPr="00190A78" w:rsidRDefault="00955133" w:rsidP="00D53B5F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Why do you want to participate?</w:t>
      </w:r>
    </w:p>
    <w:p w14:paraId="62B9A5FC" w14:textId="2D3DA267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[Text area]</w:t>
      </w:r>
    </w:p>
    <w:p w14:paraId="07219908" w14:textId="77777777" w:rsidR="00955133" w:rsidRPr="00190A78" w:rsidRDefault="00955133" w:rsidP="00D53B5F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Do you have any prior experience or skills?</w:t>
      </w:r>
    </w:p>
    <w:p w14:paraId="0B382C15" w14:textId="354D023D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[Text area]</w:t>
      </w:r>
    </w:p>
    <w:p w14:paraId="5452D8E6" w14:textId="19EF7CDC" w:rsidR="000A7129" w:rsidRPr="00190A78" w:rsidRDefault="000A7129" w:rsidP="000A7129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Do you have any prior volunteering experience?</w:t>
      </w:r>
    </w:p>
    <w:p w14:paraId="1E52ECEA" w14:textId="331A5617" w:rsidR="000A7129" w:rsidRPr="00190A78" w:rsidRDefault="000A7129" w:rsidP="000A7129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[Text area]</w:t>
      </w:r>
    </w:p>
    <w:p w14:paraId="0957C20E" w14:textId="77777777" w:rsidR="000A7129" w:rsidRPr="00190A78" w:rsidRDefault="000A7129" w:rsidP="000A7129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Do you have any special skills or areas of interest?</w:t>
      </w:r>
    </w:p>
    <w:p w14:paraId="13F54E8D" w14:textId="4903F45B" w:rsidR="000A7129" w:rsidRPr="00190A78" w:rsidRDefault="000A7129" w:rsidP="000A7129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>[Text area]</w:t>
      </w:r>
    </w:p>
    <w:p w14:paraId="06BC460A" w14:textId="77777777" w:rsidR="000A7129" w:rsidRPr="00190A78" w:rsidRDefault="000A7129" w:rsidP="000A7129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Do you require assistance with accommodation or travel arrangements outside of the program packages and dates?</w:t>
      </w:r>
    </w:p>
    <w:p w14:paraId="5690B574" w14:textId="5809E06C" w:rsidR="000A7129" w:rsidRPr="00190A78" w:rsidRDefault="000A7129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>[Text area]</w:t>
      </w:r>
    </w:p>
    <w:p w14:paraId="4DF05120" w14:textId="77777777" w:rsidR="000D37AE" w:rsidRPr="00955133" w:rsidRDefault="000D37AE" w:rsidP="00955133">
      <w:pPr>
        <w:rPr>
          <w:sz w:val="22"/>
          <w:szCs w:val="22"/>
        </w:rPr>
      </w:pPr>
    </w:p>
    <w:p w14:paraId="661AD8EB" w14:textId="665BAC4F" w:rsidR="00955133" w:rsidRDefault="00955133" w:rsidP="00D53B5F">
      <w:pPr>
        <w:pStyle w:val="Heading1"/>
        <w:rPr>
          <w:sz w:val="40"/>
          <w:szCs w:val="20"/>
        </w:rPr>
      </w:pPr>
      <w:r w:rsidRPr="00D53B5F">
        <w:rPr>
          <w:sz w:val="40"/>
          <w:szCs w:val="20"/>
        </w:rPr>
        <w:t>Step 5: Terms &amp; Agreement</w:t>
      </w:r>
    </w:p>
    <w:p w14:paraId="19CB6388" w14:textId="77777777" w:rsidR="001315B8" w:rsidRDefault="001315B8" w:rsidP="001315B8">
      <w:pPr>
        <w:rPr>
          <w:sz w:val="22"/>
          <w:szCs w:val="22"/>
        </w:rPr>
      </w:pPr>
      <w:r>
        <w:rPr>
          <w:sz w:val="22"/>
          <w:szCs w:val="22"/>
        </w:rPr>
        <w:t xml:space="preserve">Please review and agree to our </w:t>
      </w:r>
      <w:r w:rsidRPr="001315B8">
        <w:rPr>
          <w:b/>
          <w:bCs/>
          <w:sz w:val="22"/>
          <w:szCs w:val="22"/>
        </w:rPr>
        <w:t>Terms &amp; Conditions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before proceeding.</w:t>
      </w:r>
    </w:p>
    <w:p w14:paraId="78BD8605" w14:textId="270396FB" w:rsidR="001315B8" w:rsidRPr="001315B8" w:rsidRDefault="001315B8" w:rsidP="001315B8">
      <w:pPr>
        <w:rPr>
          <w:sz w:val="22"/>
          <w:szCs w:val="22"/>
        </w:rPr>
      </w:pPr>
      <w:r>
        <w:rPr>
          <w:sz w:val="22"/>
          <w:szCs w:val="22"/>
        </w:rPr>
        <w:lastRenderedPageBreak/>
        <w:t>(The Terms &amp; Conditions include details on refunds, data protection, and other policies.)</w:t>
      </w:r>
    </w:p>
    <w:p w14:paraId="2F00975F" w14:textId="63C61341" w:rsidR="00955133" w:rsidRPr="00D53B5F" w:rsidRDefault="00955133" w:rsidP="00D53B5F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D53B5F">
        <w:rPr>
          <w:sz w:val="22"/>
          <w:szCs w:val="22"/>
        </w:rPr>
        <w:t>I understand that applications are subject to review, and acceptance is required before proceeding.</w:t>
      </w:r>
    </w:p>
    <w:p w14:paraId="44BBF5D9" w14:textId="4234A486" w:rsidR="00955133" w:rsidRPr="00D53B5F" w:rsidRDefault="00955133" w:rsidP="00D53B5F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D53B5F">
        <w:rPr>
          <w:sz w:val="22"/>
          <w:szCs w:val="22"/>
        </w:rPr>
        <w:t xml:space="preserve">I </w:t>
      </w:r>
      <w:r w:rsidR="001315B8">
        <w:rPr>
          <w:sz w:val="22"/>
          <w:szCs w:val="22"/>
        </w:rPr>
        <w:t xml:space="preserve">have read and </w:t>
      </w:r>
      <w:r w:rsidRPr="00D53B5F">
        <w:rPr>
          <w:sz w:val="22"/>
          <w:szCs w:val="22"/>
        </w:rPr>
        <w:t xml:space="preserve">agree to the </w:t>
      </w:r>
      <w:r w:rsidR="001315B8">
        <w:rPr>
          <w:sz w:val="22"/>
          <w:szCs w:val="22"/>
        </w:rPr>
        <w:t>T</w:t>
      </w:r>
      <w:r w:rsidRPr="00D53B5F">
        <w:rPr>
          <w:sz w:val="22"/>
          <w:szCs w:val="22"/>
        </w:rPr>
        <w:t xml:space="preserve">erms and </w:t>
      </w:r>
      <w:r w:rsidR="001315B8">
        <w:rPr>
          <w:sz w:val="22"/>
          <w:szCs w:val="22"/>
        </w:rPr>
        <w:t>C</w:t>
      </w:r>
      <w:r w:rsidRPr="00D53B5F">
        <w:rPr>
          <w:sz w:val="22"/>
          <w:szCs w:val="22"/>
        </w:rPr>
        <w:t>onditions.</w:t>
      </w:r>
    </w:p>
    <w:p w14:paraId="3B3B4FFA" w14:textId="5DB315BF" w:rsidR="00955133" w:rsidRDefault="00955133" w:rsidP="0095513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D53B5F">
        <w:rPr>
          <w:sz w:val="22"/>
          <w:szCs w:val="22"/>
        </w:rPr>
        <w:t>I certify that the information provided is accurate.</w:t>
      </w:r>
    </w:p>
    <w:p w14:paraId="6D780E99" w14:textId="77777777" w:rsidR="00955133" w:rsidRPr="00190A78" w:rsidRDefault="00955133" w:rsidP="00955133">
      <w:pPr>
        <w:rPr>
          <w:i/>
          <w:iCs/>
          <w:color w:val="C00000"/>
          <w:sz w:val="22"/>
          <w:szCs w:val="22"/>
        </w:rPr>
      </w:pPr>
      <w:r w:rsidRPr="00190A78">
        <w:rPr>
          <w:i/>
          <w:iCs/>
          <w:color w:val="C00000"/>
          <w:sz w:val="22"/>
          <w:szCs w:val="22"/>
        </w:rPr>
        <w:t>Link to full Terms &amp; Conditions</w:t>
      </w:r>
    </w:p>
    <w:p w14:paraId="5002959A" w14:textId="581782C8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>[View Terms &amp; Conditions]</w:t>
      </w:r>
    </w:p>
    <w:p w14:paraId="32231E8C" w14:textId="19010E99" w:rsidR="00955133" w:rsidRDefault="00955133" w:rsidP="00D53B5F">
      <w:pPr>
        <w:pStyle w:val="Heading1"/>
        <w:rPr>
          <w:sz w:val="40"/>
          <w:szCs w:val="20"/>
        </w:rPr>
      </w:pPr>
      <w:r w:rsidRPr="00D53B5F">
        <w:rPr>
          <w:sz w:val="40"/>
          <w:szCs w:val="20"/>
        </w:rPr>
        <w:t>Step 6: Submit Your Application</w:t>
      </w:r>
    </w:p>
    <w:p w14:paraId="1B55B488" w14:textId="77777777" w:rsidR="00D53B5F" w:rsidRPr="00D53B5F" w:rsidRDefault="00D53B5F" w:rsidP="00D53B5F"/>
    <w:p w14:paraId="24274A4D" w14:textId="0CD29EA4" w:rsidR="00955133" w:rsidRPr="00190A78" w:rsidRDefault="00955133" w:rsidP="00955133">
      <w:pPr>
        <w:rPr>
          <w:b/>
          <w:bCs/>
          <w:color w:val="C00000"/>
          <w:sz w:val="32"/>
          <w:szCs w:val="32"/>
        </w:rPr>
      </w:pPr>
      <w:r w:rsidRPr="00190A78">
        <w:rPr>
          <w:b/>
          <w:bCs/>
          <w:color w:val="C00000"/>
          <w:sz w:val="32"/>
          <w:szCs w:val="32"/>
        </w:rPr>
        <w:t xml:space="preserve">[ Submit </w:t>
      </w:r>
      <w:r w:rsidR="00D53B5F" w:rsidRPr="00190A78">
        <w:rPr>
          <w:b/>
          <w:bCs/>
          <w:color w:val="C00000"/>
          <w:sz w:val="32"/>
          <w:szCs w:val="32"/>
        </w:rPr>
        <w:t>Application]</w:t>
      </w:r>
    </w:p>
    <w:p w14:paraId="125A400C" w14:textId="77777777" w:rsidR="00955133" w:rsidRPr="00190A78" w:rsidRDefault="00955133" w:rsidP="00955133">
      <w:pPr>
        <w:rPr>
          <w:b/>
          <w:bCs/>
          <w:color w:val="000000" w:themeColor="text1"/>
        </w:rPr>
      </w:pPr>
      <w:r w:rsidRPr="00190A78">
        <w:rPr>
          <w:b/>
          <w:bCs/>
          <w:color w:val="000000" w:themeColor="text1"/>
        </w:rPr>
        <w:t>After submission:</w:t>
      </w:r>
    </w:p>
    <w:p w14:paraId="2B57B832" w14:textId="77777777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>You will receive an email confirmation. Our team will review your application and contact you with acceptance details and next steps.</w:t>
      </w:r>
    </w:p>
    <w:p w14:paraId="7144ADF9" w14:textId="72D31580" w:rsidR="00955133" w:rsidRPr="00955133" w:rsidRDefault="00D53B5F" w:rsidP="0095513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1BD361A" w14:textId="3FDDB52A" w:rsidR="00955133" w:rsidRPr="00190A78" w:rsidRDefault="00955133" w:rsidP="00190A78">
      <w:pPr>
        <w:pStyle w:val="Heading1"/>
        <w:rPr>
          <w:b/>
          <w:bCs/>
          <w:color w:val="79498B" w:themeColor="accent6"/>
          <w:sz w:val="44"/>
          <w:szCs w:val="21"/>
        </w:rPr>
      </w:pPr>
      <w:r w:rsidRPr="00190A78">
        <w:rPr>
          <w:b/>
          <w:bCs/>
          <w:color w:val="79498B" w:themeColor="accent6"/>
          <w:sz w:val="44"/>
          <w:szCs w:val="21"/>
        </w:rPr>
        <w:lastRenderedPageBreak/>
        <w:t>Booking Page (For Travel Only)</w:t>
      </w:r>
    </w:p>
    <w:p w14:paraId="22D136C6" w14:textId="77777777" w:rsidR="00955133" w:rsidRPr="00190A78" w:rsidRDefault="00955133" w:rsidP="00190A78">
      <w:pPr>
        <w:pStyle w:val="Heading1"/>
        <w:rPr>
          <w:sz w:val="40"/>
          <w:szCs w:val="20"/>
        </w:rPr>
      </w:pPr>
      <w:r w:rsidRPr="00190A78">
        <w:rPr>
          <w:sz w:val="40"/>
          <w:szCs w:val="20"/>
        </w:rPr>
        <w:t>Book Your Scenic Bangladesh Travel Tour</w:t>
      </w:r>
    </w:p>
    <w:p w14:paraId="4F2F0DAA" w14:textId="77777777" w:rsidR="00955133" w:rsidRPr="00955133" w:rsidRDefault="00955133" w:rsidP="00955133">
      <w:pPr>
        <w:rPr>
          <w:sz w:val="22"/>
          <w:szCs w:val="22"/>
        </w:rPr>
      </w:pPr>
    </w:p>
    <w:p w14:paraId="45170DCE" w14:textId="59451BEA" w:rsidR="00955133" w:rsidRPr="00190A78" w:rsidRDefault="00955133" w:rsidP="00190A78">
      <w:pPr>
        <w:pStyle w:val="Heading1"/>
        <w:rPr>
          <w:sz w:val="40"/>
          <w:szCs w:val="20"/>
        </w:rPr>
      </w:pPr>
      <w:r w:rsidRPr="00190A78">
        <w:rPr>
          <w:sz w:val="40"/>
          <w:szCs w:val="20"/>
        </w:rPr>
        <w:t>Step 1: Select Your Travel Dates</w:t>
      </w:r>
    </w:p>
    <w:p w14:paraId="20796AA2" w14:textId="30275DD0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Preferred Start Date:</w:t>
      </w:r>
    </w:p>
    <w:p w14:paraId="3153A4FC" w14:textId="38A66BD5" w:rsidR="00955133" w:rsidRPr="00190A78" w:rsidRDefault="00955133" w:rsidP="00190A78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[Date picker]</w:t>
      </w:r>
    </w:p>
    <w:p w14:paraId="554A831F" w14:textId="4B4CD45F" w:rsidR="00955133" w:rsidRPr="00190A78" w:rsidRDefault="00955133" w:rsidP="00190A78">
      <w:pPr>
        <w:pStyle w:val="Heading1"/>
        <w:rPr>
          <w:sz w:val="40"/>
          <w:szCs w:val="20"/>
        </w:rPr>
      </w:pPr>
      <w:r w:rsidRPr="00190A78">
        <w:rPr>
          <w:sz w:val="40"/>
          <w:szCs w:val="20"/>
        </w:rPr>
        <w:t>Step 2: Personal Details</w:t>
      </w:r>
    </w:p>
    <w:p w14:paraId="269516DA" w14:textId="02A6F567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Full Name:</w:t>
      </w:r>
    </w:p>
    <w:p w14:paraId="005A3C33" w14:textId="13040A6A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[Text box]</w:t>
      </w:r>
    </w:p>
    <w:p w14:paraId="20C41C23" w14:textId="7D8D1A8B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Date of Birth:</w:t>
      </w:r>
    </w:p>
    <w:p w14:paraId="05472E88" w14:textId="233F458B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[Date picker]</w:t>
      </w:r>
    </w:p>
    <w:p w14:paraId="16D0B980" w14:textId="120FB26C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Gender:</w:t>
      </w:r>
    </w:p>
    <w:p w14:paraId="3E5ABBB0" w14:textId="4D5BA9E8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[Dropdown: Male, Female, Other]</w:t>
      </w:r>
    </w:p>
    <w:p w14:paraId="39DF12F9" w14:textId="0B9FF8AC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Nationality:</w:t>
      </w:r>
    </w:p>
    <w:p w14:paraId="7C951DEF" w14:textId="5A76C17C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[Text box]</w:t>
      </w:r>
    </w:p>
    <w:p w14:paraId="7FAA547A" w14:textId="5329AF51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Contact Number:</w:t>
      </w:r>
    </w:p>
    <w:p w14:paraId="4477D9DC" w14:textId="77777777" w:rsidR="00955133" w:rsidRPr="00955133" w:rsidRDefault="00955133" w:rsidP="00955133">
      <w:pPr>
        <w:rPr>
          <w:sz w:val="22"/>
          <w:szCs w:val="22"/>
        </w:rPr>
      </w:pPr>
      <w:r w:rsidRPr="00955133">
        <w:rPr>
          <w:sz w:val="22"/>
          <w:szCs w:val="22"/>
        </w:rPr>
        <w:t xml:space="preserve">  </w:t>
      </w:r>
      <w:r w:rsidRPr="00190A78">
        <w:rPr>
          <w:color w:val="C00000"/>
          <w:sz w:val="22"/>
          <w:szCs w:val="22"/>
        </w:rPr>
        <w:t>[Text box with country code]</w:t>
      </w:r>
    </w:p>
    <w:p w14:paraId="44EDAB68" w14:textId="77777777" w:rsidR="00955133" w:rsidRPr="00955133" w:rsidRDefault="00955133" w:rsidP="00955133">
      <w:pPr>
        <w:rPr>
          <w:sz w:val="22"/>
          <w:szCs w:val="22"/>
        </w:rPr>
      </w:pPr>
    </w:p>
    <w:p w14:paraId="6CD5907E" w14:textId="4E1CA580" w:rsidR="00955133" w:rsidRPr="00190A78" w:rsidRDefault="00955133" w:rsidP="00190A78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190A78">
        <w:rPr>
          <w:b/>
          <w:bCs/>
          <w:color w:val="000000" w:themeColor="text1"/>
          <w:sz w:val="22"/>
          <w:szCs w:val="22"/>
        </w:rPr>
        <w:t>Email Address:</w:t>
      </w:r>
    </w:p>
    <w:p w14:paraId="58151833" w14:textId="77777777" w:rsidR="00955133" w:rsidRPr="00190A78" w:rsidRDefault="00955133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 xml:space="preserve">  [Text box]</w:t>
      </w:r>
    </w:p>
    <w:p w14:paraId="3C4E420E" w14:textId="77777777" w:rsidR="00955133" w:rsidRPr="00955133" w:rsidRDefault="00955133" w:rsidP="00955133">
      <w:pPr>
        <w:rPr>
          <w:sz w:val="22"/>
          <w:szCs w:val="22"/>
        </w:rPr>
      </w:pPr>
    </w:p>
    <w:p w14:paraId="066B29A0" w14:textId="2CD340AD" w:rsidR="00955133" w:rsidRPr="00190A78" w:rsidRDefault="00955133" w:rsidP="00190A78">
      <w:pPr>
        <w:pStyle w:val="Heading1"/>
        <w:rPr>
          <w:sz w:val="40"/>
          <w:szCs w:val="20"/>
        </w:rPr>
      </w:pPr>
      <w:r w:rsidRPr="00190A78">
        <w:rPr>
          <w:sz w:val="40"/>
          <w:szCs w:val="20"/>
        </w:rPr>
        <w:t>Step 3: Additional Details</w:t>
      </w:r>
    </w:p>
    <w:p w14:paraId="58289B11" w14:textId="77777777" w:rsidR="00955133" w:rsidRPr="00383124" w:rsidRDefault="00955133" w:rsidP="00383124">
      <w:pPr>
        <w:pStyle w:val="ListParagraph"/>
        <w:numPr>
          <w:ilvl w:val="0"/>
          <w:numId w:val="20"/>
        </w:numPr>
        <w:rPr>
          <w:b/>
          <w:bCs/>
          <w:color w:val="000000" w:themeColor="text1"/>
          <w:sz w:val="22"/>
          <w:szCs w:val="22"/>
        </w:rPr>
      </w:pPr>
      <w:r w:rsidRPr="00383124">
        <w:rPr>
          <w:b/>
          <w:bCs/>
          <w:color w:val="000000" w:themeColor="text1"/>
          <w:sz w:val="22"/>
          <w:szCs w:val="22"/>
        </w:rPr>
        <w:t>Do you have any special requirements or requests?</w:t>
      </w:r>
    </w:p>
    <w:p w14:paraId="28D1C101" w14:textId="77777777" w:rsidR="00955133" w:rsidRPr="00383124" w:rsidRDefault="00955133" w:rsidP="00955133">
      <w:pPr>
        <w:rPr>
          <w:color w:val="C00000"/>
          <w:sz w:val="22"/>
          <w:szCs w:val="22"/>
        </w:rPr>
      </w:pPr>
      <w:r w:rsidRPr="00383124">
        <w:rPr>
          <w:color w:val="C00000"/>
          <w:sz w:val="22"/>
          <w:szCs w:val="22"/>
        </w:rPr>
        <w:t xml:space="preserve">  [Text area]</w:t>
      </w:r>
    </w:p>
    <w:p w14:paraId="616D5D82" w14:textId="74821EE0" w:rsidR="0080013C" w:rsidRPr="00D53B5F" w:rsidRDefault="0080013C" w:rsidP="0080013C">
      <w:pPr>
        <w:pStyle w:val="Heading1"/>
        <w:rPr>
          <w:sz w:val="40"/>
          <w:szCs w:val="20"/>
        </w:rPr>
      </w:pPr>
      <w:r w:rsidRPr="00D53B5F">
        <w:rPr>
          <w:sz w:val="40"/>
          <w:szCs w:val="20"/>
        </w:rPr>
        <w:t xml:space="preserve">Step </w:t>
      </w:r>
      <w:r>
        <w:rPr>
          <w:sz w:val="40"/>
          <w:szCs w:val="20"/>
        </w:rPr>
        <w:t>4</w:t>
      </w:r>
      <w:r w:rsidRPr="00D53B5F">
        <w:rPr>
          <w:sz w:val="40"/>
          <w:szCs w:val="20"/>
        </w:rPr>
        <w:t>: Terms &amp; Agreement</w:t>
      </w:r>
    </w:p>
    <w:p w14:paraId="1BE677AE" w14:textId="4F24367D" w:rsidR="001315B8" w:rsidRDefault="001315B8" w:rsidP="0080013C">
      <w:pPr>
        <w:rPr>
          <w:sz w:val="22"/>
          <w:szCs w:val="22"/>
        </w:rPr>
      </w:pPr>
      <w:r>
        <w:rPr>
          <w:sz w:val="22"/>
          <w:szCs w:val="22"/>
        </w:rPr>
        <w:t xml:space="preserve">Please review and agree to our </w:t>
      </w:r>
      <w:r w:rsidRPr="001315B8">
        <w:rPr>
          <w:b/>
          <w:bCs/>
          <w:sz w:val="22"/>
          <w:szCs w:val="22"/>
        </w:rPr>
        <w:t>Terms &amp; Conditions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before proceeding.</w:t>
      </w:r>
    </w:p>
    <w:p w14:paraId="4EAF3349" w14:textId="369B65F3" w:rsidR="001315B8" w:rsidRDefault="001315B8" w:rsidP="0080013C">
      <w:pPr>
        <w:rPr>
          <w:sz w:val="22"/>
          <w:szCs w:val="22"/>
        </w:rPr>
      </w:pPr>
      <w:r>
        <w:rPr>
          <w:sz w:val="22"/>
          <w:szCs w:val="22"/>
        </w:rPr>
        <w:t>(The Terms &amp; Conditions include details on refunds, data protection, and other policies.)</w:t>
      </w:r>
    </w:p>
    <w:p w14:paraId="3D1BBA2E" w14:textId="661704D5" w:rsidR="001315B8" w:rsidRPr="001315B8" w:rsidRDefault="001315B8" w:rsidP="001315B8">
      <w:pPr>
        <w:pStyle w:val="ListParagraph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 xml:space="preserve">I have read and agree to the </w:t>
      </w:r>
      <w:r w:rsidRPr="001315B8">
        <w:rPr>
          <w:b/>
          <w:bCs/>
          <w:sz w:val="22"/>
          <w:szCs w:val="22"/>
        </w:rPr>
        <w:t>Terms &amp; Conditions.</w:t>
      </w:r>
    </w:p>
    <w:p w14:paraId="5A5D9D45" w14:textId="7E148B82" w:rsidR="001315B8" w:rsidRPr="001315B8" w:rsidRDefault="001315B8" w:rsidP="001315B8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D53B5F">
        <w:rPr>
          <w:sz w:val="22"/>
          <w:szCs w:val="22"/>
        </w:rPr>
        <w:t>I certify that the information provided is accurate.</w:t>
      </w:r>
    </w:p>
    <w:p w14:paraId="6B548931" w14:textId="77777777" w:rsidR="0080013C" w:rsidRPr="00190A78" w:rsidRDefault="0080013C" w:rsidP="0080013C">
      <w:pPr>
        <w:rPr>
          <w:i/>
          <w:iCs/>
          <w:color w:val="C00000"/>
          <w:sz w:val="22"/>
          <w:szCs w:val="22"/>
        </w:rPr>
      </w:pPr>
      <w:r w:rsidRPr="00190A78">
        <w:rPr>
          <w:i/>
          <w:iCs/>
          <w:color w:val="C00000"/>
          <w:sz w:val="22"/>
          <w:szCs w:val="22"/>
        </w:rPr>
        <w:t>Link to full Terms &amp; Conditions</w:t>
      </w:r>
    </w:p>
    <w:p w14:paraId="6D3F3658" w14:textId="2D14B1A0" w:rsidR="002456CF" w:rsidRPr="0080013C" w:rsidRDefault="0080013C" w:rsidP="00955133">
      <w:pPr>
        <w:rPr>
          <w:color w:val="C00000"/>
          <w:sz w:val="22"/>
          <w:szCs w:val="22"/>
        </w:rPr>
      </w:pPr>
      <w:r w:rsidRPr="00190A78">
        <w:rPr>
          <w:color w:val="C00000"/>
          <w:sz w:val="22"/>
          <w:szCs w:val="22"/>
        </w:rPr>
        <w:t>[View Terms &amp; Conditions]</w:t>
      </w:r>
    </w:p>
    <w:p w14:paraId="69AF051E" w14:textId="50FA397A" w:rsidR="00955133" w:rsidRPr="00383124" w:rsidRDefault="00955133" w:rsidP="00383124">
      <w:pPr>
        <w:pStyle w:val="Heading1"/>
        <w:rPr>
          <w:sz w:val="40"/>
          <w:szCs w:val="20"/>
        </w:rPr>
      </w:pPr>
      <w:r w:rsidRPr="00383124">
        <w:rPr>
          <w:sz w:val="40"/>
          <w:szCs w:val="20"/>
        </w:rPr>
        <w:t xml:space="preserve">Step </w:t>
      </w:r>
      <w:r w:rsidR="0080013C">
        <w:rPr>
          <w:sz w:val="40"/>
          <w:szCs w:val="20"/>
        </w:rPr>
        <w:t>5</w:t>
      </w:r>
      <w:r w:rsidRPr="00383124">
        <w:rPr>
          <w:sz w:val="40"/>
          <w:szCs w:val="20"/>
        </w:rPr>
        <w:t>: Payment</w:t>
      </w:r>
    </w:p>
    <w:p w14:paraId="7A644E00" w14:textId="77777777" w:rsidR="00955133" w:rsidRPr="00383124" w:rsidRDefault="00955133" w:rsidP="00383124">
      <w:pPr>
        <w:pStyle w:val="ListParagraph"/>
        <w:numPr>
          <w:ilvl w:val="0"/>
          <w:numId w:val="20"/>
        </w:numPr>
        <w:rPr>
          <w:color w:val="000000" w:themeColor="text1"/>
          <w:sz w:val="22"/>
          <w:szCs w:val="22"/>
        </w:rPr>
      </w:pPr>
      <w:r w:rsidRPr="00383124">
        <w:rPr>
          <w:color w:val="000000" w:themeColor="text1"/>
          <w:sz w:val="22"/>
          <w:szCs w:val="22"/>
        </w:rPr>
        <w:t>You will be directed to secure payment options upon completing your booking.</w:t>
      </w:r>
    </w:p>
    <w:p w14:paraId="336D0E5A" w14:textId="0B87028F" w:rsidR="00955133" w:rsidRPr="00383124" w:rsidRDefault="00955133" w:rsidP="00955133">
      <w:pPr>
        <w:pStyle w:val="ListParagraph"/>
        <w:numPr>
          <w:ilvl w:val="0"/>
          <w:numId w:val="20"/>
        </w:numPr>
        <w:rPr>
          <w:color w:val="000000" w:themeColor="text1"/>
          <w:sz w:val="22"/>
          <w:szCs w:val="22"/>
        </w:rPr>
      </w:pPr>
      <w:r w:rsidRPr="00383124">
        <w:rPr>
          <w:color w:val="000000" w:themeColor="text1"/>
          <w:sz w:val="22"/>
          <w:szCs w:val="22"/>
        </w:rPr>
        <w:t>The total cost will be calculated based on your selected dates and options.</w:t>
      </w:r>
    </w:p>
    <w:p w14:paraId="2F1F7B77" w14:textId="6A372F7B" w:rsidR="00955133" w:rsidRPr="00383124" w:rsidRDefault="00955133" w:rsidP="00955133">
      <w:pPr>
        <w:rPr>
          <w:b/>
          <w:bCs/>
          <w:color w:val="C00000"/>
          <w:sz w:val="22"/>
          <w:szCs w:val="22"/>
        </w:rPr>
      </w:pPr>
      <w:r w:rsidRPr="00383124">
        <w:rPr>
          <w:b/>
          <w:bCs/>
          <w:color w:val="C00000"/>
          <w:sz w:val="22"/>
          <w:szCs w:val="22"/>
        </w:rPr>
        <w:t xml:space="preserve">[Proceed to </w:t>
      </w:r>
      <w:r w:rsidR="001315B8" w:rsidRPr="00383124">
        <w:rPr>
          <w:b/>
          <w:bCs/>
          <w:color w:val="C00000"/>
          <w:sz w:val="22"/>
          <w:szCs w:val="22"/>
        </w:rPr>
        <w:t>Payment]</w:t>
      </w:r>
    </w:p>
    <w:p w14:paraId="65D04D95" w14:textId="77777777" w:rsidR="00955133" w:rsidRPr="00383124" w:rsidRDefault="00955133" w:rsidP="00955133">
      <w:pPr>
        <w:rPr>
          <w:b/>
          <w:bCs/>
          <w:color w:val="000000" w:themeColor="text1"/>
          <w:sz w:val="22"/>
          <w:szCs w:val="22"/>
        </w:rPr>
      </w:pPr>
      <w:r w:rsidRPr="00383124">
        <w:rPr>
          <w:b/>
          <w:bCs/>
          <w:color w:val="000000" w:themeColor="text1"/>
          <w:sz w:val="22"/>
          <w:szCs w:val="22"/>
        </w:rPr>
        <w:lastRenderedPageBreak/>
        <w:t>Note:</w:t>
      </w:r>
    </w:p>
    <w:p w14:paraId="033D46AB" w14:textId="77777777" w:rsidR="00955133" w:rsidRPr="00383124" w:rsidRDefault="00955133" w:rsidP="00383124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383124">
        <w:rPr>
          <w:sz w:val="22"/>
          <w:szCs w:val="22"/>
        </w:rPr>
        <w:t>This booking is for the travel-only package and can be completed without prior application review.</w:t>
      </w:r>
    </w:p>
    <w:p w14:paraId="51713B8F" w14:textId="517FCC07" w:rsidR="00383124" w:rsidRPr="0080013C" w:rsidRDefault="00955133" w:rsidP="00955133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383124">
        <w:rPr>
          <w:sz w:val="22"/>
          <w:szCs w:val="22"/>
        </w:rPr>
        <w:t>All bookings are confirmed upon payment.</w:t>
      </w:r>
    </w:p>
    <w:p w14:paraId="72253C8C" w14:textId="6429315B" w:rsidR="00955133" w:rsidRPr="00383124" w:rsidRDefault="00955133" w:rsidP="00383124">
      <w:pPr>
        <w:pStyle w:val="Heading1"/>
        <w:rPr>
          <w:sz w:val="40"/>
          <w:szCs w:val="20"/>
        </w:rPr>
      </w:pPr>
      <w:r w:rsidRPr="00383124">
        <w:rPr>
          <w:sz w:val="40"/>
          <w:szCs w:val="20"/>
        </w:rPr>
        <w:t>Post-Booking</w:t>
      </w:r>
    </w:p>
    <w:p w14:paraId="1990B276" w14:textId="77777777" w:rsidR="00955133" w:rsidRPr="00383124" w:rsidRDefault="00955133" w:rsidP="00383124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383124">
        <w:rPr>
          <w:sz w:val="22"/>
          <w:szCs w:val="22"/>
        </w:rPr>
        <w:t>You will receive a confirmation email with your booking details.</w:t>
      </w:r>
    </w:p>
    <w:p w14:paraId="5F1B060C" w14:textId="77777777" w:rsidR="00955133" w:rsidRPr="00383124" w:rsidRDefault="00955133" w:rsidP="00383124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383124">
        <w:rPr>
          <w:sz w:val="22"/>
          <w:szCs w:val="22"/>
        </w:rPr>
        <w:t>Our team will contact you for any further information or assistance.</w:t>
      </w:r>
    </w:p>
    <w:p w14:paraId="2AC3E881" w14:textId="77777777" w:rsidR="00955133" w:rsidRPr="00955133" w:rsidRDefault="00955133" w:rsidP="00955133">
      <w:pPr>
        <w:rPr>
          <w:sz w:val="22"/>
          <w:szCs w:val="22"/>
        </w:rPr>
      </w:pPr>
    </w:p>
    <w:p w14:paraId="38BB7727" w14:textId="6569948E" w:rsidR="00955133" w:rsidRPr="00383124" w:rsidRDefault="00383124" w:rsidP="00383124">
      <w:pPr>
        <w:pStyle w:val="Heading1"/>
        <w:rPr>
          <w:sz w:val="40"/>
          <w:szCs w:val="20"/>
        </w:rPr>
      </w:pPr>
      <w:r>
        <w:rPr>
          <w:sz w:val="40"/>
          <w:szCs w:val="20"/>
        </w:rPr>
        <w:t>Support</w:t>
      </w:r>
      <w:r w:rsidR="00955133" w:rsidRPr="00383124">
        <w:rPr>
          <w:sz w:val="40"/>
          <w:szCs w:val="20"/>
        </w:rPr>
        <w:t>:</w:t>
      </w:r>
    </w:p>
    <w:p w14:paraId="0AD6E84A" w14:textId="3E17EC47" w:rsidR="00955133" w:rsidRPr="0080013C" w:rsidRDefault="00383124" w:rsidP="0080013C">
      <w:pPr>
        <w:rPr>
          <w:sz w:val="22"/>
          <w:szCs w:val="22"/>
        </w:rPr>
      </w:pPr>
      <w:r w:rsidRPr="0080013C">
        <w:rPr>
          <w:sz w:val="22"/>
          <w:szCs w:val="22"/>
        </w:rPr>
        <w:t xml:space="preserve">For questions or to send a message, please contact us via our </w:t>
      </w:r>
      <w:r w:rsidRPr="0080013C">
        <w:rPr>
          <w:b/>
          <w:bCs/>
          <w:color w:val="C00000"/>
          <w:sz w:val="22"/>
          <w:szCs w:val="22"/>
        </w:rPr>
        <w:t>Contact Page.</w:t>
      </w:r>
    </w:p>
    <w:p w14:paraId="6B73E237" w14:textId="4FC3D733" w:rsidR="00383124" w:rsidRPr="001315B8" w:rsidRDefault="00383124" w:rsidP="00383124">
      <w:pPr>
        <w:ind w:left="360"/>
        <w:rPr>
          <w:i/>
          <w:iCs/>
          <w:color w:val="C00000"/>
          <w:sz w:val="22"/>
          <w:szCs w:val="22"/>
        </w:rPr>
      </w:pPr>
      <w:r w:rsidRPr="001315B8">
        <w:rPr>
          <w:i/>
          <w:iCs/>
          <w:color w:val="C00000"/>
          <w:sz w:val="22"/>
          <w:szCs w:val="22"/>
        </w:rPr>
        <w:t>(Replace</w:t>
      </w:r>
      <w:r w:rsidR="007E72CE" w:rsidRPr="001315B8">
        <w:rPr>
          <w:i/>
          <w:iCs/>
          <w:color w:val="C00000"/>
          <w:sz w:val="22"/>
          <w:szCs w:val="22"/>
        </w:rPr>
        <w:t xml:space="preserve"> # with the actual URL to contact page)</w:t>
      </w:r>
    </w:p>
    <w:p w14:paraId="34021918" w14:textId="33AF3ACF" w:rsidR="00955133" w:rsidRDefault="00955133" w:rsidP="00955133">
      <w:pPr>
        <w:rPr>
          <w:sz w:val="22"/>
          <w:szCs w:val="22"/>
        </w:rPr>
      </w:pPr>
    </w:p>
    <w:p w14:paraId="361177B6" w14:textId="77777777" w:rsidR="007E72CE" w:rsidRPr="00401E2A" w:rsidRDefault="007E72CE" w:rsidP="00955133">
      <w:pPr>
        <w:rPr>
          <w:sz w:val="22"/>
          <w:szCs w:val="22"/>
        </w:rPr>
      </w:pPr>
    </w:p>
    <w:sectPr w:rsidR="007E72CE" w:rsidRPr="00401E2A" w:rsidSect="008516BF">
      <w:footerReference w:type="default" r:id="rId7"/>
      <w:headerReference w:type="first" r:id="rId8"/>
      <w:footerReference w:type="first" r:id="rId9"/>
      <w:pgSz w:w="12240" w:h="15840"/>
      <w:pgMar w:top="1899" w:right="1009" w:bottom="1440" w:left="1009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8498" w14:textId="77777777" w:rsidR="00377032" w:rsidRDefault="00377032">
      <w:pPr>
        <w:spacing w:before="0" w:after="0" w:line="240" w:lineRule="auto"/>
      </w:pPr>
      <w:r>
        <w:separator/>
      </w:r>
    </w:p>
    <w:p w14:paraId="5AC39E1F" w14:textId="77777777" w:rsidR="00377032" w:rsidRDefault="00377032"/>
  </w:endnote>
  <w:endnote w:type="continuationSeparator" w:id="0">
    <w:p w14:paraId="1EE9B56C" w14:textId="77777777" w:rsidR="00377032" w:rsidRDefault="00377032">
      <w:pPr>
        <w:spacing w:before="0" w:after="0" w:line="240" w:lineRule="auto"/>
      </w:pPr>
      <w:r>
        <w:continuationSeparator/>
      </w:r>
    </w:p>
    <w:p w14:paraId="06E1C56F" w14:textId="77777777" w:rsidR="00377032" w:rsidRDefault="00377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6FDE0" w14:textId="77777777" w:rsidR="008254BC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11412" w14:textId="77777777" w:rsidR="00E814E5" w:rsidRDefault="00DF6710" w:rsidP="008516BF">
    <w:pPr>
      <w:jc w:val="right"/>
    </w:pPr>
    <w:r w:rsidRPr="00FD5AA0">
      <w:rPr>
        <w:color w:val="005494" w:themeColor="accent1" w:themeShade="BF"/>
      </w:rPr>
      <w:t>info@volunteersadventuretravel.com</w:t>
    </w:r>
    <w:r w:rsidRPr="00FD5AA0">
      <w:rPr>
        <w:color w:val="005494" w:themeColor="accent1" w:themeShade="BF"/>
      </w:rPr>
      <w:ptab w:relativeTo="margin" w:alignment="center" w:leader="none"/>
    </w:r>
    <w:r w:rsidRPr="00FD5AA0">
      <w:rPr>
        <w:color w:val="005494" w:themeColor="accent1" w:themeShade="BF"/>
      </w:rPr>
      <w:ptab w:relativeTo="margin" w:alignment="right" w:leader="none"/>
    </w:r>
    <w:r>
      <w:rPr>
        <w:noProof/>
      </w:rPr>
      <w:drawing>
        <wp:inline distT="0" distB="0" distL="0" distR="0" wp14:anchorId="69A161B5" wp14:editId="6F2E4E31">
          <wp:extent cx="1113315" cy="666115"/>
          <wp:effectExtent l="0" t="0" r="4445" b="0"/>
          <wp:docPr id="1152039070" name="Picture 11" descr="A logo with hands and a mountai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039070" name="Picture 11" descr="A logo with hands and a mountain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006" cy="704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159E0" w14:textId="77777777" w:rsidR="00377032" w:rsidRDefault="00377032">
      <w:pPr>
        <w:spacing w:before="0" w:after="0" w:line="240" w:lineRule="auto"/>
      </w:pPr>
      <w:r>
        <w:separator/>
      </w:r>
    </w:p>
    <w:p w14:paraId="3281ED9F" w14:textId="77777777" w:rsidR="00377032" w:rsidRDefault="00377032"/>
  </w:footnote>
  <w:footnote w:type="continuationSeparator" w:id="0">
    <w:p w14:paraId="4F579CAB" w14:textId="77777777" w:rsidR="00377032" w:rsidRDefault="00377032">
      <w:pPr>
        <w:spacing w:before="0" w:after="0" w:line="240" w:lineRule="auto"/>
      </w:pPr>
      <w:r>
        <w:continuationSeparator/>
      </w:r>
    </w:p>
    <w:p w14:paraId="6F223970" w14:textId="77777777" w:rsidR="00377032" w:rsidRDefault="003770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E994" w14:textId="77777777" w:rsidR="00F5032E" w:rsidRDefault="008516BF" w:rsidP="008516BF">
    <w:pPr>
      <w:pStyle w:val="Header"/>
      <w:jc w:val="both"/>
    </w:pPr>
    <w:r>
      <w:rPr>
        <w:noProof/>
        <w:lang w:eastAsia="zh-CN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0C782AC" wp14:editId="50ECCC76">
              <wp:simplePos x="0" y="0"/>
              <wp:positionH relativeFrom="margin">
                <wp:posOffset>832485</wp:posOffset>
              </wp:positionH>
              <wp:positionV relativeFrom="page">
                <wp:posOffset>457200</wp:posOffset>
              </wp:positionV>
              <wp:extent cx="5454650" cy="368300"/>
              <wp:effectExtent l="0" t="0" r="6350" b="0"/>
              <wp:wrapSquare wrapText="bothSides"/>
              <wp:docPr id="197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54650" cy="3683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7AAE27" w14:textId="77777777" w:rsidR="00F5032E" w:rsidRDefault="00000000" w:rsidP="008516BF">
                          <w:pPr>
                            <w:pStyle w:val="Header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="00F5032E">
                                <w:rPr>
                                  <w:caps/>
                                  <w:color w:val="FFFFFF" w:themeColor="background1"/>
                                </w:rPr>
                                <w:t>VOLUNTEERS ADVENTURE TRAVEL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C782AC" id="Rectangle 23" o:spid="_x0000_s1026" style="position:absolute;left:0;text-align:left;margin-left:65.55pt;margin-top:36pt;width:429.5pt;height:29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" o:allowoverlap="f" fillcolor="#003862 [1604]" stroked="f" strokeweight="1pt">
              <v:textbox>
                <w:txbxContent>
                  <w:p w14:paraId="5E7AAE27" w14:textId="77777777" w:rsidR="00F5032E" w:rsidRDefault="00000000" w:rsidP="008516BF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="00F5032E">
                          <w:rPr>
                            <w:caps/>
                            <w:color w:val="FFFFFF" w:themeColor="background1"/>
                          </w:rPr>
                          <w:t>VOLUNTEERS ADVENTURE TRAVEL</w:t>
                        </w:r>
                      </w:sdtContent>
                    </w:sdt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zh-CN"/>
      </w:rPr>
      <w:drawing>
        <wp:inline distT="0" distB="0" distL="0" distR="0" wp14:anchorId="276CABC0" wp14:editId="0F05B946">
          <wp:extent cx="508000" cy="541352"/>
          <wp:effectExtent l="0" t="0" r="0" b="5080"/>
          <wp:docPr id="588718587" name="Picture 8" descr="Hands holding a mountain and compas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8718587" name="Picture 8" descr="Hands holding a mountain and compass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661" cy="616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95400"/>
    <w:multiLevelType w:val="hybridMultilevel"/>
    <w:tmpl w:val="7EEA7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110B3"/>
    <w:multiLevelType w:val="hybridMultilevel"/>
    <w:tmpl w:val="03D8C89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75950"/>
    <w:multiLevelType w:val="hybridMultilevel"/>
    <w:tmpl w:val="1046B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E5650"/>
    <w:multiLevelType w:val="hybridMultilevel"/>
    <w:tmpl w:val="745A0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73F4F"/>
    <w:multiLevelType w:val="hybridMultilevel"/>
    <w:tmpl w:val="D2522B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D56A8"/>
    <w:multiLevelType w:val="hybridMultilevel"/>
    <w:tmpl w:val="2668B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E27AF"/>
    <w:multiLevelType w:val="hybridMultilevel"/>
    <w:tmpl w:val="2D626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B2A9B"/>
    <w:multiLevelType w:val="hybridMultilevel"/>
    <w:tmpl w:val="39B8CB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D4B9D"/>
    <w:multiLevelType w:val="hybridMultilevel"/>
    <w:tmpl w:val="92426C08"/>
    <w:lvl w:ilvl="0" w:tplc="3A3CA0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2247E"/>
    <w:multiLevelType w:val="hybridMultilevel"/>
    <w:tmpl w:val="099C0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6007B"/>
    <w:multiLevelType w:val="hybridMultilevel"/>
    <w:tmpl w:val="C978B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B1130"/>
    <w:multiLevelType w:val="hybridMultilevel"/>
    <w:tmpl w:val="578E3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704A1"/>
    <w:multiLevelType w:val="hybridMultilevel"/>
    <w:tmpl w:val="A1EC6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17026"/>
    <w:multiLevelType w:val="hybridMultilevel"/>
    <w:tmpl w:val="47A6F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A16E1"/>
    <w:multiLevelType w:val="hybridMultilevel"/>
    <w:tmpl w:val="76FE6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346891">
    <w:abstractNumId w:val="1"/>
  </w:num>
  <w:num w:numId="2" w16cid:durableId="640843559">
    <w:abstractNumId w:val="9"/>
  </w:num>
  <w:num w:numId="3" w16cid:durableId="65882870">
    <w:abstractNumId w:val="0"/>
  </w:num>
  <w:num w:numId="4" w16cid:durableId="231544466">
    <w:abstractNumId w:val="13"/>
  </w:num>
  <w:num w:numId="5" w16cid:durableId="303656083">
    <w:abstractNumId w:val="10"/>
  </w:num>
  <w:num w:numId="6" w16cid:durableId="2088768659">
    <w:abstractNumId w:val="15"/>
  </w:num>
  <w:num w:numId="7" w16cid:durableId="1453863496">
    <w:abstractNumId w:val="2"/>
  </w:num>
  <w:num w:numId="8" w16cid:durableId="1360937900">
    <w:abstractNumId w:val="21"/>
  </w:num>
  <w:num w:numId="9" w16cid:durableId="169412678">
    <w:abstractNumId w:val="14"/>
  </w:num>
  <w:num w:numId="10" w16cid:durableId="187916456">
    <w:abstractNumId w:val="17"/>
  </w:num>
  <w:num w:numId="11" w16cid:durableId="763112993">
    <w:abstractNumId w:val="19"/>
  </w:num>
  <w:num w:numId="12" w16cid:durableId="83305661">
    <w:abstractNumId w:val="5"/>
  </w:num>
  <w:num w:numId="13" w16cid:durableId="1801800182">
    <w:abstractNumId w:val="7"/>
  </w:num>
  <w:num w:numId="14" w16cid:durableId="228001385">
    <w:abstractNumId w:val="6"/>
  </w:num>
  <w:num w:numId="15" w16cid:durableId="1742672945">
    <w:abstractNumId w:val="18"/>
  </w:num>
  <w:num w:numId="16" w16cid:durableId="795760937">
    <w:abstractNumId w:val="12"/>
  </w:num>
  <w:num w:numId="17" w16cid:durableId="1374961289">
    <w:abstractNumId w:val="3"/>
  </w:num>
  <w:num w:numId="18" w16cid:durableId="488449424">
    <w:abstractNumId w:val="16"/>
  </w:num>
  <w:num w:numId="19" w16cid:durableId="1261528064">
    <w:abstractNumId w:val="4"/>
  </w:num>
  <w:num w:numId="20" w16cid:durableId="1741295333">
    <w:abstractNumId w:val="8"/>
  </w:num>
  <w:num w:numId="21" w16cid:durableId="84503484">
    <w:abstractNumId w:val="20"/>
  </w:num>
  <w:num w:numId="22" w16cid:durableId="759184505">
    <w:abstractNumId w:val="11"/>
  </w:num>
  <w:num w:numId="23" w16cid:durableId="15259459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DC"/>
    <w:rsid w:val="000A7129"/>
    <w:rsid w:val="000D37AE"/>
    <w:rsid w:val="001315B8"/>
    <w:rsid w:val="00140ADC"/>
    <w:rsid w:val="00190A78"/>
    <w:rsid w:val="002456CF"/>
    <w:rsid w:val="00377032"/>
    <w:rsid w:val="00383124"/>
    <w:rsid w:val="00401E2A"/>
    <w:rsid w:val="00436BED"/>
    <w:rsid w:val="00574FC1"/>
    <w:rsid w:val="007B3551"/>
    <w:rsid w:val="007C187D"/>
    <w:rsid w:val="007E72CE"/>
    <w:rsid w:val="0080013C"/>
    <w:rsid w:val="008254BC"/>
    <w:rsid w:val="00837ABC"/>
    <w:rsid w:val="008516BF"/>
    <w:rsid w:val="00870D7A"/>
    <w:rsid w:val="00955133"/>
    <w:rsid w:val="00963357"/>
    <w:rsid w:val="00A32D65"/>
    <w:rsid w:val="00BA078E"/>
    <w:rsid w:val="00C62F3A"/>
    <w:rsid w:val="00D2508C"/>
    <w:rsid w:val="00D53B5F"/>
    <w:rsid w:val="00DF4D2E"/>
    <w:rsid w:val="00DF6710"/>
    <w:rsid w:val="00E814E5"/>
    <w:rsid w:val="00EA50EB"/>
    <w:rsid w:val="00EB273C"/>
    <w:rsid w:val="00F5032E"/>
    <w:rsid w:val="00FD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7ACC375"/>
  <w15:chartTrackingRefBased/>
  <w15:docId w15:val="{C29B7878-760C-E442-89BC-4CBF5B42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NoSpacing">
    <w:name w:val="No Spacing"/>
    <w:uiPriority w:val="1"/>
    <w:qFormat/>
    <w:rsid w:val="00F5032E"/>
    <w:pPr>
      <w:spacing w:before="0" w:after="0" w:line="240" w:lineRule="auto"/>
    </w:pPr>
    <w:rPr>
      <w:rFonts w:eastAsiaTheme="minorEastAsia"/>
      <w:color w:val="auto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unhideWhenUsed/>
    <w:qFormat/>
    <w:rsid w:val="00401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avy/Library/Group%20Containers/UBF8T346G9.Office/User%20Content.localized/Templates.localized/volunteers%20adventure%20travel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volunteers adventure travel.dotx</Template>
  <TotalTime>83</TotalTime>
  <Pages>7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VOLUNTEERS ADVENTURE TRAVEL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VOLUNTEERS ADVENTURE TRAVEL</dc:title>
  <dc:subject/>
  <dc:creator>Alavy Islam</dc:creator>
  <cp:keywords/>
  <dc:description/>
  <cp:lastModifiedBy>Alavy Islam</cp:lastModifiedBy>
  <cp:revision>8</cp:revision>
  <cp:lastPrinted>2025-03-03T08:48:00Z</cp:lastPrinted>
  <dcterms:created xsi:type="dcterms:W3CDTF">2025-07-19T08:43:00Z</dcterms:created>
  <dcterms:modified xsi:type="dcterms:W3CDTF">2025-07-20T09:16:00Z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